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75409F" w14:textId="504A0197" w:rsidR="00FC0FDA" w:rsidRPr="00FC0FDA" w:rsidRDefault="004546BE" w:rsidP="00FC0FDA">
      <w:pPr>
        <w:pStyle w:val="Nadpis1"/>
        <w:rPr>
          <w:b w:val="0"/>
          <w:color w:val="auto"/>
          <w:sz w:val="18"/>
          <w:szCs w:val="18"/>
        </w:rPr>
      </w:pPr>
      <w:r>
        <w:rPr>
          <w:b w:val="0"/>
          <w:color w:val="auto"/>
          <w:sz w:val="18"/>
          <w:szCs w:val="18"/>
        </w:rPr>
        <w:t xml:space="preserve">Příloha č. </w:t>
      </w:r>
      <w:r w:rsidR="00C445C0">
        <w:rPr>
          <w:b w:val="0"/>
          <w:color w:val="auto"/>
          <w:sz w:val="18"/>
          <w:szCs w:val="18"/>
        </w:rPr>
        <w:t>7</w:t>
      </w:r>
      <w:r w:rsidR="00F2291F" w:rsidRPr="00FC0FDA">
        <w:rPr>
          <w:b w:val="0"/>
          <w:color w:val="auto"/>
          <w:sz w:val="18"/>
          <w:szCs w:val="18"/>
        </w:rPr>
        <w:t xml:space="preserve"> </w:t>
      </w:r>
      <w:r w:rsidR="005F6779">
        <w:rPr>
          <w:b w:val="0"/>
          <w:color w:val="auto"/>
          <w:sz w:val="18"/>
          <w:szCs w:val="18"/>
        </w:rPr>
        <w:t xml:space="preserve">Výzvy k podání nabídky </w:t>
      </w:r>
    </w:p>
    <w:p w14:paraId="6B3D007B" w14:textId="4054B838" w:rsidR="00FC0FDA" w:rsidRPr="005C7B1A" w:rsidRDefault="00C445C0" w:rsidP="00FC0FDA">
      <w:pPr>
        <w:pStyle w:val="Nadpis1"/>
      </w:pPr>
      <w:r>
        <w:t>Dílčí nabídkové ceny</w:t>
      </w:r>
    </w:p>
    <w:p w14:paraId="1E485E08" w14:textId="1EDAB08D" w:rsidR="00FC0FDA" w:rsidRDefault="00FC0FDA" w:rsidP="00FC0FDA">
      <w:pPr>
        <w:autoSpaceDE w:val="0"/>
        <w:autoSpaceDN w:val="0"/>
        <w:spacing w:after="240"/>
        <w:jc w:val="both"/>
        <w:rPr>
          <w:rFonts w:ascii="Verdana" w:hAnsi="Verdana"/>
          <w:b/>
          <w:sz w:val="6"/>
          <w:szCs w:val="8"/>
        </w:rPr>
      </w:pPr>
    </w:p>
    <w:p w14:paraId="46B3DA34" w14:textId="2381DA87" w:rsidR="00C445C0" w:rsidRPr="00C445C0" w:rsidRDefault="00C445C0" w:rsidP="00FC0FDA">
      <w:pPr>
        <w:autoSpaceDE w:val="0"/>
        <w:autoSpaceDN w:val="0"/>
        <w:spacing w:after="240"/>
        <w:jc w:val="both"/>
        <w:rPr>
          <w:rFonts w:asciiTheme="majorHAnsi" w:eastAsiaTheme="majorEastAsia" w:hAnsiTheme="majorHAnsi" w:cstheme="majorBidi"/>
          <w:spacing w:val="-6"/>
          <w:sz w:val="18"/>
          <w:szCs w:val="18"/>
        </w:rPr>
      </w:pP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9"/>
        <w:gridCol w:w="1985"/>
        <w:gridCol w:w="2551"/>
      </w:tblGrid>
      <w:tr w:rsidR="002D02AB" w:rsidRPr="002D02AB" w14:paraId="0DD688C4" w14:textId="77777777" w:rsidTr="006B10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0D02A121" w14:textId="77777777" w:rsidR="002D02AB" w:rsidRPr="002D02AB" w:rsidRDefault="002D02AB" w:rsidP="002D02AB">
            <w:pPr>
              <w:spacing w:line="264" w:lineRule="auto"/>
              <w:ind w:left="567"/>
              <w:rPr>
                <w:rFonts w:asciiTheme="minorHAnsi" w:eastAsiaTheme="minorHAnsi" w:hAnsiTheme="minorHAnsi" w:cstheme="minorBidi"/>
                <w:sz w:val="14"/>
                <w:szCs w:val="14"/>
              </w:rPr>
            </w:pPr>
            <w:r w:rsidRPr="002D02AB">
              <w:rPr>
                <w:rFonts w:asciiTheme="minorHAnsi" w:eastAsiaTheme="minorHAnsi" w:hAnsiTheme="minorHAnsi" w:cstheme="minorBidi"/>
                <w:b/>
                <w:sz w:val="14"/>
                <w:szCs w:val="14"/>
              </w:rPr>
              <w:t xml:space="preserve">Údržba portálu </w:t>
            </w:r>
            <w:proofErr w:type="spellStart"/>
            <w:r w:rsidRPr="002D02AB">
              <w:rPr>
                <w:rFonts w:asciiTheme="minorHAnsi" w:eastAsiaTheme="minorHAnsi" w:hAnsiTheme="minorHAnsi" w:cstheme="minorBidi"/>
                <w:b/>
                <w:sz w:val="14"/>
                <w:szCs w:val="14"/>
              </w:rPr>
              <w:t>Liferay</w:t>
            </w:r>
            <w:proofErr w:type="spellEnd"/>
          </w:p>
        </w:tc>
        <w:tc>
          <w:tcPr>
            <w:tcW w:w="198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38EC22D7" w14:textId="77777777" w:rsidR="002D02AB" w:rsidRPr="002D02AB" w:rsidRDefault="002D02AB" w:rsidP="002D02AB">
            <w:pPr>
              <w:spacing w:line="264" w:lineRule="auto"/>
              <w:ind w:left="56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4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4"/>
              </w:rPr>
              <w:t>za 1 MD</w:t>
            </w:r>
          </w:p>
        </w:tc>
        <w:tc>
          <w:tcPr>
            <w:tcW w:w="25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56016041" w14:textId="7041DB9C" w:rsidR="002D02AB" w:rsidRPr="002D02AB" w:rsidRDefault="002D02AB" w:rsidP="002D02AB">
            <w:pPr>
              <w:spacing w:line="264" w:lineRule="auto"/>
              <w:ind w:left="56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4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4"/>
              </w:rPr>
              <w:t xml:space="preserve">za </w:t>
            </w:r>
            <w:r w:rsidR="00AE00B9">
              <w:rPr>
                <w:rFonts w:asciiTheme="minorHAnsi" w:eastAsiaTheme="minorHAnsi" w:hAnsiTheme="minorHAnsi" w:cstheme="minorBidi"/>
                <w:sz w:val="14"/>
                <w:szCs w:val="14"/>
              </w:rPr>
              <w:t>160</w:t>
            </w:r>
            <w:r w:rsidRPr="002D02AB">
              <w:rPr>
                <w:rFonts w:asciiTheme="minorHAnsi" w:eastAsiaTheme="minorHAnsi" w:hAnsiTheme="minorHAnsi" w:cstheme="minorBidi"/>
                <w:sz w:val="14"/>
                <w:szCs w:val="14"/>
              </w:rPr>
              <w:t xml:space="preserve"> MD</w:t>
            </w:r>
          </w:p>
        </w:tc>
      </w:tr>
      <w:tr w:rsidR="002D02AB" w:rsidRPr="002D02AB" w14:paraId="3A1DD6B7" w14:textId="77777777" w:rsidTr="006B10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9" w:type="dxa"/>
          </w:tcPr>
          <w:p w14:paraId="7A4970EF" w14:textId="77777777" w:rsidR="002D02AB" w:rsidRPr="002D02AB" w:rsidRDefault="002D02AB" w:rsidP="002D02AB">
            <w:pPr>
              <w:spacing w:line="264" w:lineRule="auto"/>
              <w:ind w:left="567"/>
              <w:rPr>
                <w:rFonts w:asciiTheme="minorHAnsi" w:eastAsiaTheme="minorHAnsi" w:hAnsiTheme="minorHAnsi" w:cstheme="minorBidi"/>
                <w:sz w:val="14"/>
                <w:szCs w:val="14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4"/>
              </w:rPr>
              <w:t>Cena v Kč bez DPH</w:t>
            </w:r>
          </w:p>
        </w:tc>
        <w:tc>
          <w:tcPr>
            <w:tcW w:w="1985" w:type="dxa"/>
          </w:tcPr>
          <w:p w14:paraId="6E7E87B1" w14:textId="77777777" w:rsidR="002D02AB" w:rsidRPr="002D02AB" w:rsidRDefault="002D02AB" w:rsidP="002D02AB">
            <w:pPr>
              <w:spacing w:line="264" w:lineRule="auto"/>
              <w:ind w:left="56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4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4"/>
                <w:highlight w:val="yellow"/>
              </w:rPr>
              <w:t>Doplní dodavatel</w:t>
            </w:r>
          </w:p>
        </w:tc>
        <w:tc>
          <w:tcPr>
            <w:tcW w:w="2551" w:type="dxa"/>
          </w:tcPr>
          <w:p w14:paraId="07288FB5" w14:textId="77777777" w:rsidR="002D02AB" w:rsidRPr="002D02AB" w:rsidRDefault="002D02AB" w:rsidP="002D02AB">
            <w:pPr>
              <w:spacing w:line="264" w:lineRule="auto"/>
              <w:ind w:left="56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4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4"/>
                <w:highlight w:val="yellow"/>
              </w:rPr>
              <w:t>Doplní dodavatel</w:t>
            </w:r>
          </w:p>
        </w:tc>
      </w:tr>
      <w:tr w:rsidR="002D02AB" w:rsidRPr="002D02AB" w14:paraId="2C7DF70C" w14:textId="77777777" w:rsidTr="006B10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9" w:type="dxa"/>
          </w:tcPr>
          <w:p w14:paraId="25C2FAA8" w14:textId="77777777" w:rsidR="002D02AB" w:rsidRPr="002D02AB" w:rsidRDefault="002D02AB" w:rsidP="002D02AB">
            <w:pPr>
              <w:spacing w:line="264" w:lineRule="auto"/>
              <w:ind w:left="567"/>
              <w:rPr>
                <w:rFonts w:asciiTheme="minorHAnsi" w:eastAsiaTheme="minorHAnsi" w:hAnsiTheme="minorHAnsi" w:cstheme="minorBidi"/>
                <w:sz w:val="14"/>
                <w:szCs w:val="14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4"/>
              </w:rPr>
              <w:t>DPH ve výši 21%</w:t>
            </w:r>
          </w:p>
        </w:tc>
        <w:tc>
          <w:tcPr>
            <w:tcW w:w="1985" w:type="dxa"/>
          </w:tcPr>
          <w:p w14:paraId="4416C025" w14:textId="77777777" w:rsidR="002D02AB" w:rsidRPr="002D02AB" w:rsidRDefault="002D02AB" w:rsidP="002D02AB">
            <w:pPr>
              <w:spacing w:line="264" w:lineRule="auto"/>
              <w:ind w:left="56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4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4"/>
                <w:highlight w:val="yellow"/>
              </w:rPr>
              <w:t>Doplní dodavatel</w:t>
            </w:r>
          </w:p>
        </w:tc>
        <w:tc>
          <w:tcPr>
            <w:tcW w:w="2551" w:type="dxa"/>
          </w:tcPr>
          <w:p w14:paraId="37D61F5D" w14:textId="77777777" w:rsidR="002D02AB" w:rsidRPr="002D02AB" w:rsidRDefault="002D02AB" w:rsidP="002D02AB">
            <w:pPr>
              <w:spacing w:line="264" w:lineRule="auto"/>
              <w:ind w:left="56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4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4"/>
                <w:highlight w:val="yellow"/>
              </w:rPr>
              <w:t>Doplní dodavatel</w:t>
            </w:r>
          </w:p>
        </w:tc>
      </w:tr>
      <w:tr w:rsidR="002D02AB" w:rsidRPr="002D02AB" w14:paraId="196192ED" w14:textId="77777777" w:rsidTr="006B10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9" w:type="dxa"/>
          </w:tcPr>
          <w:p w14:paraId="777B4D0A" w14:textId="77777777" w:rsidR="002D02AB" w:rsidRPr="002D02AB" w:rsidRDefault="002D02AB" w:rsidP="002D02AB">
            <w:pPr>
              <w:spacing w:line="264" w:lineRule="auto"/>
              <w:ind w:left="567"/>
              <w:rPr>
                <w:rFonts w:asciiTheme="minorHAnsi" w:eastAsiaTheme="minorHAnsi" w:hAnsiTheme="minorHAnsi" w:cstheme="minorBidi"/>
                <w:sz w:val="14"/>
                <w:szCs w:val="14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4"/>
              </w:rPr>
              <w:t>Cena v Kč vč. DPH</w:t>
            </w:r>
          </w:p>
        </w:tc>
        <w:tc>
          <w:tcPr>
            <w:tcW w:w="1985" w:type="dxa"/>
          </w:tcPr>
          <w:p w14:paraId="504775FD" w14:textId="77777777" w:rsidR="002D02AB" w:rsidRPr="002D02AB" w:rsidRDefault="002D02AB" w:rsidP="002D02AB">
            <w:pPr>
              <w:spacing w:line="264" w:lineRule="auto"/>
              <w:ind w:left="56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4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4"/>
                <w:highlight w:val="yellow"/>
              </w:rPr>
              <w:t>Doplní dodavatel</w:t>
            </w:r>
          </w:p>
        </w:tc>
        <w:tc>
          <w:tcPr>
            <w:tcW w:w="2551" w:type="dxa"/>
          </w:tcPr>
          <w:p w14:paraId="60864067" w14:textId="77777777" w:rsidR="002D02AB" w:rsidRPr="002D02AB" w:rsidRDefault="002D02AB" w:rsidP="002D02AB">
            <w:pPr>
              <w:spacing w:line="264" w:lineRule="auto"/>
              <w:ind w:left="56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4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4"/>
                <w:highlight w:val="yellow"/>
              </w:rPr>
              <w:t>Doplní dodavatel</w:t>
            </w:r>
          </w:p>
        </w:tc>
      </w:tr>
    </w:tbl>
    <w:p w14:paraId="72AFDB09" w14:textId="44817249" w:rsidR="00C445C0" w:rsidRDefault="00C445C0" w:rsidP="00FC0FDA">
      <w:pPr>
        <w:autoSpaceDE w:val="0"/>
        <w:autoSpaceDN w:val="0"/>
        <w:spacing w:after="240"/>
        <w:jc w:val="both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70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1417"/>
        <w:gridCol w:w="1418"/>
        <w:gridCol w:w="1701"/>
      </w:tblGrid>
      <w:tr w:rsidR="007C1877" w:rsidRPr="002D02AB" w14:paraId="14F42CDE" w14:textId="77777777" w:rsidTr="007C18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4696C8" w14:textId="77777777" w:rsidR="007C1877" w:rsidRPr="002D02AB" w:rsidRDefault="007C1877" w:rsidP="007C1877">
            <w:pPr>
              <w:ind w:left="567"/>
              <w:rPr>
                <w:rFonts w:asciiTheme="minorHAnsi" w:eastAsiaTheme="minorHAnsi" w:hAnsiTheme="minorHAnsi" w:cstheme="minorBidi"/>
                <w:sz w:val="14"/>
                <w:szCs w:val="18"/>
              </w:rPr>
            </w:pPr>
            <w:r w:rsidRPr="002D02AB">
              <w:rPr>
                <w:rFonts w:asciiTheme="minorHAnsi" w:eastAsiaTheme="minorHAnsi" w:hAnsiTheme="minorHAnsi" w:cstheme="minorBidi"/>
                <w:b/>
                <w:sz w:val="14"/>
                <w:szCs w:val="18"/>
              </w:rPr>
              <w:t>Paušální podpora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776C1EB7" w14:textId="3F238B3E" w:rsidR="007C1877" w:rsidRPr="002D02AB" w:rsidRDefault="007C1877" w:rsidP="007C187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8"/>
              </w:rPr>
            </w:pPr>
            <w:r>
              <w:rPr>
                <w:rFonts w:asciiTheme="minorHAnsi" w:eastAsiaTheme="minorHAnsi" w:hAnsiTheme="minorHAnsi" w:cstheme="minorBidi"/>
                <w:sz w:val="14"/>
                <w:szCs w:val="18"/>
              </w:rPr>
              <w:t>Cena za 1 měsíc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4E132F87" w14:textId="5D6B4613" w:rsidR="007C1877" w:rsidRPr="002D02AB" w:rsidRDefault="007C1877" w:rsidP="007C187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8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8"/>
              </w:rPr>
              <w:t>Cena za 3 měsíce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322B6" w14:textId="03881DD1" w:rsidR="007C1877" w:rsidRPr="002D02AB" w:rsidRDefault="007C1877" w:rsidP="007C187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8"/>
              </w:rPr>
            </w:pPr>
            <w:r>
              <w:rPr>
                <w:rFonts w:asciiTheme="minorHAnsi" w:eastAsiaTheme="minorHAnsi" w:hAnsiTheme="minorHAnsi" w:cstheme="minorBidi"/>
                <w:sz w:val="14"/>
                <w:szCs w:val="18"/>
              </w:rPr>
              <w:t xml:space="preserve">Cena </w:t>
            </w:r>
            <w:r w:rsidRPr="002D02AB">
              <w:rPr>
                <w:rFonts w:asciiTheme="minorHAnsi" w:eastAsiaTheme="minorHAnsi" w:hAnsiTheme="minorHAnsi" w:cstheme="minorBidi"/>
                <w:sz w:val="14"/>
                <w:szCs w:val="18"/>
              </w:rPr>
              <w:t xml:space="preserve">za </w:t>
            </w:r>
            <w:r>
              <w:rPr>
                <w:rFonts w:asciiTheme="minorHAnsi" w:eastAsiaTheme="minorHAnsi" w:hAnsiTheme="minorHAnsi" w:cstheme="minorBidi"/>
                <w:sz w:val="14"/>
                <w:szCs w:val="18"/>
              </w:rPr>
              <w:t>48</w:t>
            </w:r>
            <w:r w:rsidRPr="002D02AB">
              <w:rPr>
                <w:rFonts w:asciiTheme="minorHAnsi" w:eastAsiaTheme="minorHAnsi" w:hAnsiTheme="minorHAnsi" w:cstheme="minorBidi"/>
                <w:sz w:val="14"/>
                <w:szCs w:val="18"/>
              </w:rPr>
              <w:t xml:space="preserve"> měsíců </w:t>
            </w:r>
          </w:p>
          <w:p w14:paraId="662783B2" w14:textId="77777777" w:rsidR="007C1877" w:rsidRPr="002D02AB" w:rsidRDefault="007C1877" w:rsidP="007C1877">
            <w:pPr>
              <w:ind w:left="56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8"/>
              </w:rPr>
            </w:pPr>
          </w:p>
        </w:tc>
      </w:tr>
      <w:tr w:rsidR="007C1877" w:rsidRPr="002D02AB" w14:paraId="4AF18266" w14:textId="77777777" w:rsidTr="007C18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14:paraId="7669F505" w14:textId="77777777" w:rsidR="007C1877" w:rsidRPr="002D02AB" w:rsidRDefault="007C1877" w:rsidP="007C1877">
            <w:pPr>
              <w:ind w:left="567"/>
              <w:rPr>
                <w:rFonts w:asciiTheme="minorHAnsi" w:eastAsiaTheme="minorHAnsi" w:hAnsiTheme="minorHAnsi" w:cstheme="minorBidi"/>
                <w:sz w:val="14"/>
                <w:szCs w:val="18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8"/>
              </w:rPr>
              <w:t>Cena bez DPH</w:t>
            </w:r>
          </w:p>
        </w:tc>
        <w:tc>
          <w:tcPr>
            <w:tcW w:w="1417" w:type="dxa"/>
          </w:tcPr>
          <w:p w14:paraId="703B5D14" w14:textId="577F1775" w:rsidR="007C1877" w:rsidRPr="002D02AB" w:rsidRDefault="007C1877" w:rsidP="007C18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8"/>
                <w:highlight w:val="yellow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8"/>
                <w:highlight w:val="yellow"/>
              </w:rPr>
              <w:t>Doplní dodavatel</w:t>
            </w:r>
          </w:p>
        </w:tc>
        <w:tc>
          <w:tcPr>
            <w:tcW w:w="1418" w:type="dxa"/>
          </w:tcPr>
          <w:p w14:paraId="59E9BFBE" w14:textId="09E34E31" w:rsidR="007C1877" w:rsidRPr="002D02AB" w:rsidRDefault="007C1877" w:rsidP="007C18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8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8"/>
                <w:highlight w:val="yellow"/>
              </w:rPr>
              <w:t>Doplní dodavatel</w:t>
            </w:r>
          </w:p>
        </w:tc>
        <w:tc>
          <w:tcPr>
            <w:tcW w:w="1701" w:type="dxa"/>
          </w:tcPr>
          <w:p w14:paraId="776DD0D5" w14:textId="77777777" w:rsidR="007C1877" w:rsidRPr="002D02AB" w:rsidRDefault="007C1877" w:rsidP="007C18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8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8"/>
                <w:highlight w:val="yellow"/>
              </w:rPr>
              <w:t>Doplní dodavatel</w:t>
            </w:r>
          </w:p>
        </w:tc>
      </w:tr>
      <w:tr w:rsidR="007C1877" w:rsidRPr="002D02AB" w14:paraId="0F185554" w14:textId="77777777" w:rsidTr="007C18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14:paraId="2E24692F" w14:textId="77777777" w:rsidR="007C1877" w:rsidRPr="002D02AB" w:rsidRDefault="007C1877" w:rsidP="007C1877">
            <w:pPr>
              <w:ind w:left="567"/>
              <w:rPr>
                <w:rFonts w:asciiTheme="minorHAnsi" w:eastAsiaTheme="minorHAnsi" w:hAnsiTheme="minorHAnsi" w:cstheme="minorBidi"/>
                <w:sz w:val="14"/>
                <w:szCs w:val="18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8"/>
              </w:rPr>
              <w:t>DPH ve výši 21%</w:t>
            </w:r>
          </w:p>
        </w:tc>
        <w:tc>
          <w:tcPr>
            <w:tcW w:w="1417" w:type="dxa"/>
          </w:tcPr>
          <w:p w14:paraId="22D72EE5" w14:textId="41B3CD14" w:rsidR="007C1877" w:rsidRPr="002D02AB" w:rsidRDefault="007C1877" w:rsidP="007C18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8"/>
                <w:highlight w:val="yellow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8"/>
                <w:highlight w:val="yellow"/>
              </w:rPr>
              <w:t>Doplní dodavatel</w:t>
            </w:r>
          </w:p>
        </w:tc>
        <w:tc>
          <w:tcPr>
            <w:tcW w:w="1418" w:type="dxa"/>
          </w:tcPr>
          <w:p w14:paraId="45E3F9A7" w14:textId="306EB9B5" w:rsidR="007C1877" w:rsidRPr="002D02AB" w:rsidRDefault="007C1877" w:rsidP="007C18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8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8"/>
                <w:highlight w:val="yellow"/>
              </w:rPr>
              <w:t>Doplní dodavatel</w:t>
            </w:r>
          </w:p>
        </w:tc>
        <w:tc>
          <w:tcPr>
            <w:tcW w:w="1701" w:type="dxa"/>
          </w:tcPr>
          <w:p w14:paraId="55ED63BE" w14:textId="77777777" w:rsidR="007C1877" w:rsidRPr="002D02AB" w:rsidRDefault="007C1877" w:rsidP="007C18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8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8"/>
                <w:highlight w:val="yellow"/>
              </w:rPr>
              <w:t>Doplní dodavatel</w:t>
            </w:r>
          </w:p>
        </w:tc>
      </w:tr>
      <w:tr w:rsidR="007C1877" w:rsidRPr="002D02AB" w14:paraId="11213EA8" w14:textId="77777777" w:rsidTr="007C1877">
        <w:trPr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tcBorders>
              <w:bottom w:val="single" w:sz="4" w:space="0" w:color="auto"/>
            </w:tcBorders>
          </w:tcPr>
          <w:p w14:paraId="338E412C" w14:textId="77777777" w:rsidR="007C1877" w:rsidRPr="002D02AB" w:rsidRDefault="007C1877" w:rsidP="007C1877">
            <w:pPr>
              <w:ind w:left="567"/>
              <w:rPr>
                <w:rFonts w:asciiTheme="minorHAnsi" w:eastAsiaTheme="minorHAnsi" w:hAnsiTheme="minorHAnsi" w:cstheme="minorBidi"/>
                <w:sz w:val="14"/>
                <w:szCs w:val="18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8"/>
              </w:rPr>
              <w:t>Cena vč. DPH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02B001C9" w14:textId="29CF4F7C" w:rsidR="007C1877" w:rsidRPr="002D02AB" w:rsidRDefault="007C1877" w:rsidP="007C18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8"/>
                <w:highlight w:val="yellow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8"/>
                <w:highlight w:val="yellow"/>
              </w:rPr>
              <w:t>Doplní dodavatel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7366FDA9" w14:textId="342ECE60" w:rsidR="007C1877" w:rsidRPr="002D02AB" w:rsidRDefault="007C1877" w:rsidP="007C18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8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8"/>
                <w:highlight w:val="yellow"/>
              </w:rPr>
              <w:t>Doplní dodavatel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511E43F0" w14:textId="77777777" w:rsidR="007C1877" w:rsidRPr="002D02AB" w:rsidRDefault="007C1877" w:rsidP="007C18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8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8"/>
                <w:highlight w:val="yellow"/>
              </w:rPr>
              <w:t>Doplní dodavatel</w:t>
            </w:r>
          </w:p>
        </w:tc>
      </w:tr>
    </w:tbl>
    <w:p w14:paraId="35B2F229" w14:textId="2D00DEEB" w:rsidR="002D02AB" w:rsidRDefault="002D02AB" w:rsidP="00FC0FDA">
      <w:pPr>
        <w:autoSpaceDE w:val="0"/>
        <w:autoSpaceDN w:val="0"/>
        <w:spacing w:after="240"/>
        <w:jc w:val="both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9"/>
        <w:gridCol w:w="4536"/>
      </w:tblGrid>
      <w:tr w:rsidR="002D02AB" w:rsidRPr="002D02AB" w14:paraId="3C7D78E3" w14:textId="77777777" w:rsidTr="006B10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62775" w14:textId="77777777" w:rsidR="002D02AB" w:rsidRPr="002D02AB" w:rsidRDefault="002D02AB" w:rsidP="002D02AB">
            <w:pPr>
              <w:ind w:left="567"/>
              <w:rPr>
                <w:rFonts w:asciiTheme="minorHAnsi" w:eastAsiaTheme="minorHAnsi" w:hAnsiTheme="minorHAnsi" w:cstheme="minorBidi"/>
                <w:b/>
                <w:sz w:val="14"/>
                <w:szCs w:val="18"/>
              </w:rPr>
            </w:pPr>
            <w:r w:rsidRPr="002D02AB">
              <w:rPr>
                <w:rFonts w:asciiTheme="minorHAnsi" w:eastAsiaTheme="minorHAnsi" w:hAnsiTheme="minorHAnsi" w:cstheme="minorBidi"/>
                <w:b/>
                <w:sz w:val="14"/>
                <w:szCs w:val="18"/>
              </w:rPr>
              <w:t>Cena za celkové plnění předmětu této veřejné zakázky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4A0E6" w14:textId="78728D0F" w:rsidR="002D02AB" w:rsidRPr="002D02AB" w:rsidRDefault="002D02AB" w:rsidP="002D02AB">
            <w:pPr>
              <w:ind w:left="56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8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8"/>
              </w:rPr>
              <w:t xml:space="preserve">za </w:t>
            </w:r>
            <w:r w:rsidR="00AE00B9">
              <w:rPr>
                <w:rFonts w:asciiTheme="minorHAnsi" w:eastAsiaTheme="minorHAnsi" w:hAnsiTheme="minorHAnsi" w:cstheme="minorBidi"/>
                <w:sz w:val="14"/>
                <w:szCs w:val="18"/>
              </w:rPr>
              <w:t>160</w:t>
            </w:r>
            <w:r w:rsidRPr="002D02AB">
              <w:rPr>
                <w:rFonts w:asciiTheme="minorHAnsi" w:eastAsiaTheme="minorHAnsi" w:hAnsiTheme="minorHAnsi" w:cstheme="minorBidi"/>
                <w:sz w:val="14"/>
                <w:szCs w:val="18"/>
              </w:rPr>
              <w:t xml:space="preserve"> MD údržby + </w:t>
            </w:r>
            <w:r w:rsidR="00AE00B9">
              <w:rPr>
                <w:rFonts w:asciiTheme="minorHAnsi" w:eastAsiaTheme="minorHAnsi" w:hAnsiTheme="minorHAnsi" w:cstheme="minorBidi"/>
                <w:sz w:val="14"/>
                <w:szCs w:val="18"/>
              </w:rPr>
              <w:t>48</w:t>
            </w:r>
            <w:r w:rsidRPr="002D02AB">
              <w:rPr>
                <w:rFonts w:asciiTheme="minorHAnsi" w:eastAsiaTheme="minorHAnsi" w:hAnsiTheme="minorHAnsi" w:cstheme="minorBidi"/>
                <w:sz w:val="14"/>
                <w:szCs w:val="18"/>
              </w:rPr>
              <w:t xml:space="preserve"> měsíců paušální podpory</w:t>
            </w:r>
          </w:p>
        </w:tc>
      </w:tr>
      <w:tr w:rsidR="002D02AB" w:rsidRPr="002D02AB" w14:paraId="6F8C18BD" w14:textId="77777777" w:rsidTr="006B10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37482" w14:textId="77777777" w:rsidR="002D02AB" w:rsidRPr="002D02AB" w:rsidRDefault="002D02AB" w:rsidP="002D02AB">
            <w:pPr>
              <w:ind w:left="567"/>
              <w:rPr>
                <w:rFonts w:asciiTheme="minorHAnsi" w:eastAsiaTheme="minorHAnsi" w:hAnsiTheme="minorHAnsi" w:cstheme="minorBidi"/>
                <w:sz w:val="14"/>
                <w:szCs w:val="18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8"/>
              </w:rPr>
              <w:t>Cena v Kč bez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9631D" w14:textId="77777777" w:rsidR="002D02AB" w:rsidRPr="002D02AB" w:rsidRDefault="002D02AB" w:rsidP="002D02AB">
            <w:pPr>
              <w:ind w:left="56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8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8"/>
                <w:highlight w:val="yellow"/>
              </w:rPr>
              <w:t>Doplní dodavatel</w:t>
            </w:r>
          </w:p>
        </w:tc>
      </w:tr>
      <w:tr w:rsidR="002D02AB" w:rsidRPr="002D02AB" w14:paraId="422F7D89" w14:textId="77777777" w:rsidTr="006B10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DF641" w14:textId="77777777" w:rsidR="002D02AB" w:rsidRPr="002D02AB" w:rsidRDefault="002D02AB" w:rsidP="002D02AB">
            <w:pPr>
              <w:ind w:left="567"/>
              <w:rPr>
                <w:rFonts w:asciiTheme="minorHAnsi" w:eastAsiaTheme="minorHAnsi" w:hAnsiTheme="minorHAnsi" w:cstheme="minorBidi"/>
                <w:sz w:val="14"/>
                <w:szCs w:val="18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8"/>
              </w:rPr>
              <w:t>DPH ve výši 21%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D1587" w14:textId="77777777" w:rsidR="002D02AB" w:rsidRPr="002D02AB" w:rsidRDefault="002D02AB" w:rsidP="002D02AB">
            <w:pPr>
              <w:ind w:left="56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8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8"/>
                <w:highlight w:val="yellow"/>
              </w:rPr>
              <w:t>Doplní dodavatel</w:t>
            </w:r>
          </w:p>
        </w:tc>
      </w:tr>
      <w:tr w:rsidR="002D02AB" w:rsidRPr="002D02AB" w14:paraId="3BC138D5" w14:textId="77777777" w:rsidTr="006B10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FD208" w14:textId="77777777" w:rsidR="002D02AB" w:rsidRPr="002D02AB" w:rsidRDefault="002D02AB" w:rsidP="002D02AB">
            <w:pPr>
              <w:ind w:left="567"/>
              <w:rPr>
                <w:rFonts w:asciiTheme="minorHAnsi" w:eastAsiaTheme="minorHAnsi" w:hAnsiTheme="minorHAnsi" w:cstheme="minorBidi"/>
                <w:sz w:val="14"/>
                <w:szCs w:val="18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8"/>
              </w:rPr>
              <w:t>Cena v Kč vč.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93E8B" w14:textId="77777777" w:rsidR="002D02AB" w:rsidRPr="008C0199" w:rsidRDefault="002D02AB" w:rsidP="002D02AB">
            <w:pPr>
              <w:ind w:left="56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bCs/>
                <w:sz w:val="14"/>
                <w:szCs w:val="18"/>
              </w:rPr>
            </w:pPr>
            <w:r w:rsidRPr="008C0199">
              <w:rPr>
                <w:rFonts w:asciiTheme="minorHAnsi" w:eastAsiaTheme="minorHAnsi" w:hAnsiTheme="minorHAnsi" w:cstheme="minorBidi"/>
                <w:bCs/>
                <w:sz w:val="14"/>
                <w:szCs w:val="18"/>
                <w:highlight w:val="yellow"/>
              </w:rPr>
              <w:t>Doplní dodavatel</w:t>
            </w:r>
          </w:p>
        </w:tc>
      </w:tr>
    </w:tbl>
    <w:p w14:paraId="1574B6EA" w14:textId="77777777" w:rsidR="002D02AB" w:rsidRPr="00C445C0" w:rsidRDefault="002D02AB" w:rsidP="00FC0FDA">
      <w:pPr>
        <w:autoSpaceDE w:val="0"/>
        <w:autoSpaceDN w:val="0"/>
        <w:spacing w:after="240"/>
        <w:jc w:val="both"/>
        <w:rPr>
          <w:rFonts w:ascii="Verdana" w:hAnsi="Verdana"/>
          <w:b/>
          <w:sz w:val="18"/>
          <w:szCs w:val="18"/>
        </w:rPr>
      </w:pPr>
      <w:bookmarkStart w:id="0" w:name="_GoBack"/>
      <w:bookmarkEnd w:id="0"/>
    </w:p>
    <w:sectPr w:rsidR="002D02AB" w:rsidRPr="00C445C0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3E0F96" w14:textId="77777777" w:rsidR="006835B6" w:rsidRDefault="006835B6" w:rsidP="00962258">
      <w:r>
        <w:separator/>
      </w:r>
    </w:p>
  </w:endnote>
  <w:endnote w:type="continuationSeparator" w:id="0">
    <w:p w14:paraId="16E436BA" w14:textId="77777777" w:rsidR="006835B6" w:rsidRDefault="006835B6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28570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6FD6949" w14:textId="1F82849B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F6779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F6779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2BCF4C1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60664C8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E55303C" w14:textId="77777777" w:rsidR="00F1715C" w:rsidRDefault="00F1715C" w:rsidP="00D831A3">
          <w:pPr>
            <w:pStyle w:val="Zpat"/>
          </w:pPr>
        </w:p>
      </w:tc>
    </w:tr>
  </w:tbl>
  <w:p w14:paraId="179E4F6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50C5435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71D8703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E6A82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A71E2B0" w14:textId="603D864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C019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C019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1232CF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B3403DE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5853F3A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73D77D44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CED9ACE" w14:textId="77777777"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3258A97A" w14:textId="77777777" w:rsidR="00F1715C" w:rsidRDefault="00F1715C" w:rsidP="00460660">
          <w:pPr>
            <w:pStyle w:val="Zpat"/>
          </w:pPr>
        </w:p>
      </w:tc>
    </w:tr>
  </w:tbl>
  <w:p w14:paraId="2720A97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5E145BE0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538FB1C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B11B5B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DCE0C7" w14:textId="77777777" w:rsidR="006835B6" w:rsidRDefault="006835B6" w:rsidP="00962258">
      <w:r>
        <w:separator/>
      </w:r>
    </w:p>
  </w:footnote>
  <w:footnote w:type="continuationSeparator" w:id="0">
    <w:p w14:paraId="3930D727" w14:textId="77777777" w:rsidR="006835B6" w:rsidRDefault="006835B6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AC6D36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CC72FE2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84C699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0C398B9" w14:textId="77777777" w:rsidR="00F1715C" w:rsidRPr="00D6163D" w:rsidRDefault="00F1715C" w:rsidP="00D6163D">
          <w:pPr>
            <w:pStyle w:val="Druhdokumentu"/>
          </w:pPr>
        </w:p>
      </w:tc>
    </w:tr>
  </w:tbl>
  <w:p w14:paraId="38AA4E8C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24356D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B63335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7B5D66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5EF8EBA" w14:textId="77777777" w:rsidR="00F1715C" w:rsidRPr="00D6163D" w:rsidRDefault="00F1715C" w:rsidP="00FC6389">
          <w:pPr>
            <w:pStyle w:val="Druhdokumentu"/>
          </w:pPr>
        </w:p>
      </w:tc>
    </w:tr>
    <w:tr w:rsidR="009F392E" w14:paraId="480EAC0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C66D403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FE05E7D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95D4BA" w14:textId="77777777" w:rsidR="009F392E" w:rsidRPr="00D6163D" w:rsidRDefault="009F392E" w:rsidP="00FC6389">
          <w:pPr>
            <w:pStyle w:val="Druhdokumentu"/>
          </w:pPr>
        </w:p>
      </w:tc>
    </w:tr>
  </w:tbl>
  <w:p w14:paraId="75EA54D1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9C4D2A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0605BB3"/>
    <w:multiLevelType w:val="hybridMultilevel"/>
    <w:tmpl w:val="319ED74A"/>
    <w:lvl w:ilvl="0" w:tplc="040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BE8452A"/>
    <w:multiLevelType w:val="hybridMultilevel"/>
    <w:tmpl w:val="860E6B52"/>
    <w:lvl w:ilvl="0" w:tplc="4F8AE408"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96D2927"/>
    <w:multiLevelType w:val="multilevel"/>
    <w:tmpl w:val="7FD0B36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sz w:val="18"/>
        <w:szCs w:val="18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2" w15:restartNumberingAfterBreak="0">
    <w:nsid w:val="7F856865"/>
    <w:multiLevelType w:val="hybridMultilevel"/>
    <w:tmpl w:val="4580BB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2"/>
  </w:num>
  <w:num w:numId="35">
    <w:abstractNumId w:val="12"/>
  </w:num>
  <w:num w:numId="36">
    <w:abstractNumId w:val="11"/>
  </w:num>
  <w:num w:numId="37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FDA"/>
    <w:rsid w:val="00067E11"/>
    <w:rsid w:val="00072C1E"/>
    <w:rsid w:val="000E23A7"/>
    <w:rsid w:val="0010693F"/>
    <w:rsid w:val="00114472"/>
    <w:rsid w:val="001550BC"/>
    <w:rsid w:val="001605B9"/>
    <w:rsid w:val="00170EC5"/>
    <w:rsid w:val="001747C1"/>
    <w:rsid w:val="001826A9"/>
    <w:rsid w:val="00184743"/>
    <w:rsid w:val="00207DF5"/>
    <w:rsid w:val="00280E07"/>
    <w:rsid w:val="00297033"/>
    <w:rsid w:val="002C31BF"/>
    <w:rsid w:val="002D02AB"/>
    <w:rsid w:val="002D08B1"/>
    <w:rsid w:val="002E0CD7"/>
    <w:rsid w:val="00341DCF"/>
    <w:rsid w:val="00357BC6"/>
    <w:rsid w:val="003956C6"/>
    <w:rsid w:val="00425F58"/>
    <w:rsid w:val="00441430"/>
    <w:rsid w:val="00450F07"/>
    <w:rsid w:val="00453CD3"/>
    <w:rsid w:val="004546BE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24676"/>
    <w:rsid w:val="00553375"/>
    <w:rsid w:val="00557C28"/>
    <w:rsid w:val="005736B7"/>
    <w:rsid w:val="00575E5A"/>
    <w:rsid w:val="005F1404"/>
    <w:rsid w:val="005F6779"/>
    <w:rsid w:val="0061068E"/>
    <w:rsid w:val="00660AD3"/>
    <w:rsid w:val="00677B7F"/>
    <w:rsid w:val="006835B6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2DF7"/>
    <w:rsid w:val="007846E1"/>
    <w:rsid w:val="007B570C"/>
    <w:rsid w:val="007C1877"/>
    <w:rsid w:val="007C589B"/>
    <w:rsid w:val="007E4A6E"/>
    <w:rsid w:val="007F56A7"/>
    <w:rsid w:val="00807DD0"/>
    <w:rsid w:val="008659F3"/>
    <w:rsid w:val="00886D4B"/>
    <w:rsid w:val="00895406"/>
    <w:rsid w:val="008A3568"/>
    <w:rsid w:val="008C0199"/>
    <w:rsid w:val="008D03B9"/>
    <w:rsid w:val="008F18D6"/>
    <w:rsid w:val="00904780"/>
    <w:rsid w:val="00904FB3"/>
    <w:rsid w:val="00922385"/>
    <w:rsid w:val="009223DF"/>
    <w:rsid w:val="00923DE9"/>
    <w:rsid w:val="00936091"/>
    <w:rsid w:val="00940D8A"/>
    <w:rsid w:val="00962258"/>
    <w:rsid w:val="0096670C"/>
    <w:rsid w:val="009678B7"/>
    <w:rsid w:val="009833E1"/>
    <w:rsid w:val="00992D9C"/>
    <w:rsid w:val="00992E1E"/>
    <w:rsid w:val="00996CB8"/>
    <w:rsid w:val="009B14A9"/>
    <w:rsid w:val="009B2E97"/>
    <w:rsid w:val="009E07F4"/>
    <w:rsid w:val="009F392E"/>
    <w:rsid w:val="009F5508"/>
    <w:rsid w:val="00A16671"/>
    <w:rsid w:val="00A6177B"/>
    <w:rsid w:val="00A66136"/>
    <w:rsid w:val="00AA4CBB"/>
    <w:rsid w:val="00AA592F"/>
    <w:rsid w:val="00AA65FA"/>
    <w:rsid w:val="00AA7351"/>
    <w:rsid w:val="00AD056F"/>
    <w:rsid w:val="00AD6731"/>
    <w:rsid w:val="00AE00B9"/>
    <w:rsid w:val="00AE0D05"/>
    <w:rsid w:val="00AF7B65"/>
    <w:rsid w:val="00B15D0D"/>
    <w:rsid w:val="00B75EE1"/>
    <w:rsid w:val="00B77481"/>
    <w:rsid w:val="00B77BB1"/>
    <w:rsid w:val="00B8518B"/>
    <w:rsid w:val="00BD7E91"/>
    <w:rsid w:val="00C02D0A"/>
    <w:rsid w:val="00C03A6E"/>
    <w:rsid w:val="00C445C0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50364"/>
    <w:rsid w:val="00E8195D"/>
    <w:rsid w:val="00EB104F"/>
    <w:rsid w:val="00ED14BD"/>
    <w:rsid w:val="00EF621B"/>
    <w:rsid w:val="00F0533E"/>
    <w:rsid w:val="00F1048D"/>
    <w:rsid w:val="00F12DEC"/>
    <w:rsid w:val="00F1715C"/>
    <w:rsid w:val="00F2291F"/>
    <w:rsid w:val="00F310F8"/>
    <w:rsid w:val="00F35939"/>
    <w:rsid w:val="00F45607"/>
    <w:rsid w:val="00F5558F"/>
    <w:rsid w:val="00F659EB"/>
    <w:rsid w:val="00F65FFD"/>
    <w:rsid w:val="00F86BA6"/>
    <w:rsid w:val="00FC0FDA"/>
    <w:rsid w:val="00FC1B0C"/>
    <w:rsid w:val="00FC6389"/>
    <w:rsid w:val="00FD3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654E4A"/>
  <w14:defaultImageDpi w14:val="32767"/>
  <w15:docId w15:val="{EA3EE3E2-DD20-48E5-8AC0-E8AE4B5C4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C0F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stavecseseznamemChar">
    <w:name w:val="Odstavec se seznamem Char"/>
    <w:link w:val="Odstavecseseznamem"/>
    <w:uiPriority w:val="34"/>
    <w:locked/>
    <w:rsid w:val="00FC0F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3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83F0AD48C62CD4E92FBAECC5921CD00" ma:contentTypeVersion="2" ma:contentTypeDescription="Vytvoří nový dokument" ma:contentTypeScope="" ma:versionID="bdf0605e79c08909535c30d0ba15783b">
  <xsd:schema xmlns:xsd="http://www.w3.org/2001/XMLSchema" xmlns:xs="http://www.w3.org/2001/XMLSchema" xmlns:p="http://schemas.microsoft.com/office/2006/metadata/properties" xmlns:ns2="5d094e4e-3516-4d6c-9748-efae541327b4" targetNamespace="http://schemas.microsoft.com/office/2006/metadata/properties" ma:root="true" ma:fieldsID="5e690468e25543e40eaf6bb5f40a85e6" ns2:_="">
    <xsd:import namespace="5d094e4e-3516-4d6c-9748-efae541327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094e4e-3516-4d6c-9748-efae541327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018A3EE-15B8-4C52-BE4F-E9BB42A61B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094e4e-3516-4d6c-9748-efae541327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688DABF-80D0-4AE9-8650-5C32C5D0B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0</TotalTime>
  <Pages>1</Pages>
  <Words>106</Words>
  <Characters>631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Burdová Nikola, Mgr. Bc.</cp:lastModifiedBy>
  <cp:revision>2</cp:revision>
  <cp:lastPrinted>2017-11-28T17:18:00Z</cp:lastPrinted>
  <dcterms:created xsi:type="dcterms:W3CDTF">2022-10-14T09:59:00Z</dcterms:created>
  <dcterms:modified xsi:type="dcterms:W3CDTF">2022-10-14T09:59:00Z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0x010100B83F0AD48C62CD4E92FBAECC5921CD00</vt:lpwstr>
  </property>
  <property fmtid="{D5CDD505-2E9C-101B-9397-08002B2CF9AE}" pid="3" name="URL">
    <vt:lpwstr/>
  </property>
</Properties>
</file>